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i/>
        </w:rPr>
        <w:t xml:space="preserve">                                                                                                   </w:t>
      </w:r>
      <w:r>
        <w:t>Załącznik nr 1do SIWZ</w:t>
      </w:r>
    </w:p>
    <w:p w:rsidR="00F33EB0" w:rsidRDefault="00F33EB0">
      <w:pPr>
        <w:pStyle w:val="Tekstblokowy1"/>
        <w:tabs>
          <w:tab w:val="left" w:pos="9000"/>
        </w:tabs>
        <w:ind w:left="0"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sz w:val="28"/>
        </w:rPr>
        <w:t xml:space="preserve">                 FORMULARZ  OFERTOWY  WYKONAWCY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u w:val="single"/>
        </w:rPr>
        <w:t>Dane dotyczące wykonawcy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  <w:u w:val="single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Nazwa .............................................................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Siedziba ...........................................................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Adres poczty elektronicznej ..........................................................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Strona internetowa                ..........................................................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Numer telefonu                     0(**)..................................................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Numer faksu                          0(**).................................................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Numer REGON                     ..........................................................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Numer NIP                             .........................................................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u w:val="single"/>
        </w:rPr>
        <w:t>Dane dotyczące zamawiającego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xtbody"/>
        <w:tabs>
          <w:tab w:val="left" w:pos="9000"/>
        </w:tabs>
        <w:ind w:right="72"/>
      </w:pPr>
      <w:r>
        <w:rPr>
          <w:rFonts w:ascii="Arial, sans-serif" w:hAnsi="Arial, sans-serif"/>
          <w:sz w:val="21"/>
        </w:rPr>
        <w:t xml:space="preserve">                 Nabywca: Gmina Polanów, 76-010 Polanów, ul. Wolności 4</w:t>
      </w:r>
    </w:p>
    <w:p w:rsidR="00F33EB0" w:rsidRDefault="00DA5E08">
      <w:pPr>
        <w:pStyle w:val="Textbody"/>
        <w:spacing w:after="0" w:line="480" w:lineRule="auto"/>
      </w:pPr>
      <w:r>
        <w:t xml:space="preserve">                      </w:t>
      </w:r>
      <w:r>
        <w:rPr>
          <w:rFonts w:ascii="Arial, sans-serif" w:hAnsi="Arial, sans-serif"/>
          <w:sz w:val="21"/>
        </w:rPr>
        <w:t>Odbiorca: Zakład Usług Komunalnych w Polanowie,76-010 Polanów, ul. Stawna 2</w:t>
      </w:r>
    </w:p>
    <w:p w:rsidR="00F33EB0" w:rsidRDefault="00DA5E08">
      <w:pPr>
        <w:pStyle w:val="Textbody"/>
        <w:spacing w:after="0" w:line="480" w:lineRule="auto"/>
      </w:pPr>
      <w:r>
        <w:t xml:space="preserve">                                         </w:t>
      </w:r>
      <w:r>
        <w:rPr>
          <w:rFonts w:ascii="Arial, sans-serif" w:hAnsi="Arial, sans-serif"/>
          <w:sz w:val="21"/>
        </w:rPr>
        <w:t>NIP 499 046 54 14,</w:t>
      </w:r>
    </w:p>
    <w:p w:rsidR="00F33EB0" w:rsidRDefault="00DA5E08">
      <w:pPr>
        <w:pStyle w:val="Textbody"/>
        <w:spacing w:after="0" w:line="480" w:lineRule="auto"/>
      </w:pPr>
      <w:r>
        <w:rPr>
          <w:rFonts w:ascii="Arial, sans-serif" w:hAnsi="Arial, sans-serif"/>
          <w:sz w:val="21"/>
        </w:rPr>
        <w:t xml:space="preserve">                                  REGON 003828679</w:t>
      </w:r>
    </w:p>
    <w:p w:rsidR="00F33EB0" w:rsidRDefault="00F33EB0">
      <w:pPr>
        <w:pStyle w:val="Tekstblokowy1"/>
        <w:tabs>
          <w:tab w:val="left" w:pos="9567"/>
        </w:tabs>
        <w:ind w:right="72"/>
      </w:pP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u w:val="single"/>
        </w:rPr>
        <w:t>Zobowiązania wykonawcy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Nawiązując do ogłoszenia o zamówieniu publicznym:</w:t>
      </w:r>
    </w:p>
    <w:p w:rsidR="00F33EB0" w:rsidRDefault="00DA5E08">
      <w:pPr>
        <w:pStyle w:val="Standard"/>
        <w:jc w:val="center"/>
      </w:pPr>
      <w:r>
        <w:rPr>
          <w:sz w:val="24"/>
          <w:szCs w:val="24"/>
        </w:rPr>
        <w:t xml:space="preserve">„Dostawę opału na sezon grzewczy 2019/2020r. w ilości  </w:t>
      </w:r>
      <w:r>
        <w:t xml:space="preserve">475 T- miał węglowy, 275T </w:t>
      </w:r>
      <w:r>
        <w:rPr>
          <w:sz w:val="36"/>
          <w:szCs w:val="36"/>
        </w:rPr>
        <w:t xml:space="preserve">– </w:t>
      </w:r>
      <w:r>
        <w:rPr>
          <w:sz w:val="24"/>
          <w:szCs w:val="24"/>
        </w:rPr>
        <w:t>węgiel groszek</w:t>
      </w:r>
      <w:r>
        <w:rPr>
          <w:sz w:val="36"/>
          <w:szCs w:val="36"/>
        </w:rPr>
        <w:t>”</w:t>
      </w:r>
      <w:r>
        <w:t>, oferujemy wykonanie zamówienia, zgodnie z wymogami Specyfikacji Istotnych Warunków Zamówienia za cenę: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numPr>
          <w:ilvl w:val="0"/>
          <w:numId w:val="10"/>
        </w:numPr>
        <w:tabs>
          <w:tab w:val="left" w:pos="1986"/>
        </w:tabs>
        <w:ind w:left="993" w:right="72" w:hanging="426"/>
      </w:pPr>
      <w:r>
        <w:t>Zakup i dostawa miał węglowy w ilości 475t.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Cena oferowana za jedną tonę netto................................................................................zł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(słownie.....................................................................................................................)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Stawka pod. VAT......%, wartość pod. VAT.........................................................zł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Cena oferowana za jedną tonę brutto.............................................................................zł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(słownie..................................................................................................................)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numPr>
          <w:ilvl w:val="0"/>
          <w:numId w:val="1"/>
        </w:numPr>
        <w:tabs>
          <w:tab w:val="left" w:pos="1974"/>
        </w:tabs>
      </w:pPr>
      <w:r>
        <w:rPr>
          <w:b w:val="0"/>
        </w:rPr>
        <w:t xml:space="preserve"> </w:t>
      </w:r>
      <w:r>
        <w:t>Zakup i dostawa węgla , groszek  w ilości 275 t.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Cena oferowana za jedną tonę netto................................................................................zł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(słownie...................................................................................................................)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Stawka pod. VAT......%, wartość pod. VAT.........................................................zł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Cena oferowana za jedną tonę brutto.............................................................................zł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(słownie......................................................................................................................)</w:t>
      </w:r>
    </w:p>
    <w:p w:rsidR="00F33EB0" w:rsidRDefault="00DA5E08">
      <w:pPr>
        <w:pStyle w:val="Tekstblokowy1"/>
        <w:tabs>
          <w:tab w:val="left" w:pos="9000"/>
        </w:tabs>
        <w:ind w:left="0" w:right="72"/>
      </w:pPr>
      <w:r>
        <w:rPr>
          <w:b w:val="0"/>
        </w:rPr>
        <w:t xml:space="preserve"> </w:t>
      </w:r>
    </w:p>
    <w:p w:rsidR="00F33EB0" w:rsidRDefault="00F33EB0">
      <w:pPr>
        <w:pStyle w:val="Tekstblokowy1"/>
        <w:tabs>
          <w:tab w:val="left" w:pos="7757"/>
          <w:tab w:val="left" w:pos="9000"/>
        </w:tabs>
        <w:ind w:left="0" w:right="72"/>
      </w:pPr>
    </w:p>
    <w:p w:rsidR="00F33EB0" w:rsidRDefault="00F33EB0">
      <w:pPr>
        <w:pStyle w:val="Tekstblokowy1"/>
        <w:tabs>
          <w:tab w:val="left" w:pos="7757"/>
          <w:tab w:val="left" w:pos="9000"/>
        </w:tabs>
        <w:ind w:left="0" w:right="72"/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u w:val="single"/>
        </w:rPr>
        <w:t>Oświadczam, że: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Wykonam zamówienie publiczne w terminie do dnia......................................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Termin płatności:........dni............................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Reklamacje będą załatwiane w terminie.......................  .........dni</w:t>
      </w:r>
    </w:p>
    <w:p w:rsidR="00F33EB0" w:rsidRDefault="00DA5E08">
      <w:pPr>
        <w:pStyle w:val="Tekstblokowy1"/>
        <w:numPr>
          <w:ilvl w:val="0"/>
          <w:numId w:val="11"/>
        </w:numPr>
        <w:tabs>
          <w:tab w:val="left" w:pos="2154"/>
          <w:tab w:val="left" w:pos="9567"/>
        </w:tabs>
        <w:ind w:left="567" w:right="72" w:firstLine="0"/>
      </w:pPr>
      <w:r>
        <w:rPr>
          <w:b w:val="0"/>
        </w:rPr>
        <w:t xml:space="preserve">sposób zgłaszania problemów w przypadku uzasadnionych reklamacji:...........  ........  ........  ...........  ..........  ...........  ...........  ...........  ..............  ..........  ..........  ............  .........  ........  ........  ...........  ..........  ...........  </w:t>
      </w:r>
    </w:p>
    <w:p w:rsidR="00F33EB0" w:rsidRDefault="00DA5E08">
      <w:pPr>
        <w:pStyle w:val="Tekstblokowy1"/>
        <w:numPr>
          <w:ilvl w:val="0"/>
          <w:numId w:val="2"/>
        </w:numPr>
        <w:tabs>
          <w:tab w:val="left" w:pos="2154"/>
          <w:tab w:val="left" w:pos="9567"/>
        </w:tabs>
        <w:ind w:left="567" w:right="72" w:firstLine="0"/>
      </w:pPr>
      <w:r>
        <w:rPr>
          <w:b w:val="0"/>
        </w:rPr>
        <w:t>załatwienie wykonania reklamacji:..........  ...........  .........  ............  .........  .........  ...........  .......  .........  ........  ............  .........  ...........  ...........  ..........  ....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  <w:u w:val="single"/>
        </w:rPr>
        <w:t>Osoby do kontaktowania się z Zamawiającym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Osoba / osoby  / do kontaktowania się z Zamawiającym odpowiedzialne za wykonanie zobowiązań umowy: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.............  ..........  ...........  ...........  .............  ..........   ..........tel. kontaktowy, fax...........  ...........  .............  ...........  .......... zakres odpowiedzialności</w:t>
      </w: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.............  ..........  ..........  ............  .............  ..........  ...........tel. kontaktowy, fax...........  ...........  .............  ..........  ........... zakres odpowiedzialności</w:t>
      </w:r>
    </w:p>
    <w:p w:rsidR="00F33EB0" w:rsidRDefault="00F33EB0">
      <w:pPr>
        <w:pStyle w:val="Tekstblokowy1"/>
        <w:tabs>
          <w:tab w:val="left" w:pos="9567"/>
        </w:tabs>
        <w:ind w:right="72"/>
        <w:rPr>
          <w:b w:val="0"/>
        </w:rPr>
      </w:pPr>
    </w:p>
    <w:p w:rsidR="00F33EB0" w:rsidRDefault="00DA5E08">
      <w:pPr>
        <w:pStyle w:val="Tekstblokowy1"/>
        <w:tabs>
          <w:tab w:val="left" w:pos="9567"/>
        </w:tabs>
        <w:ind w:right="72"/>
      </w:pPr>
      <w:r>
        <w:rPr>
          <w:b w:val="0"/>
        </w:rPr>
        <w:t>Oświadczenie dotyczące postanowień specyfikacji istotnych warunków zamówienia.</w:t>
      </w:r>
    </w:p>
    <w:p w:rsidR="00F33EB0" w:rsidRDefault="00DA5E08">
      <w:pPr>
        <w:pStyle w:val="Standard"/>
        <w:widowControl w:val="0"/>
        <w:numPr>
          <w:ilvl w:val="0"/>
          <w:numId w:val="12"/>
        </w:numPr>
        <w:tabs>
          <w:tab w:val="left" w:pos="852"/>
          <w:tab w:val="center" w:pos="8895"/>
          <w:tab w:val="right" w:pos="13431"/>
        </w:tabs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Oświadczamy, że uważamy się za związanych niniejszą ofertą na czas wskazany w SIWZ</w:t>
      </w:r>
    </w:p>
    <w:p w:rsidR="00F33EB0" w:rsidRDefault="00DA5E08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Oświadczamy , że zapoznaliśmy się ze specyfikacją istotnych warunków zamówienia , nie wnosimy żadnych zastrzeżeń oraz uzyskaliśmy niezbędne informacje do przygotowania oferty.</w:t>
      </w:r>
    </w:p>
    <w:p w:rsidR="00F33EB0" w:rsidRDefault="00DA5E08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Wadium w wysokości 5.000,00zł zostało wniesione do zamawiającego w dniu …................ w formie …....................................</w:t>
      </w:r>
    </w:p>
    <w:p w:rsidR="00F33EB0" w:rsidRDefault="00DA5E08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Wadium należy zwrócić na rachunek bankowy …...............................................</w:t>
      </w:r>
    </w:p>
    <w:p w:rsidR="00F33EB0" w:rsidRDefault="00DA5E08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Oświadczamy, że załączone do SWIZ wymagania stawiane Wykonawcy oraz postanowienia umowy zostały przez nas zaakceptowane bez zastrzeżeń, w przypadku wyboru naszej oferty zobowiązujemy się do zawarcia umowy w miejscu i terminie wyznaczonym przez Zamawiającego</w:t>
      </w: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Termin wykonania zamówienia 23 września 2019r- 30 czerwca 2020r.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Termin płatności 30 dni po wystawieniu i dostarczeniu faktury.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Na potwierdzenie wymagań do oferty załączam:</w:t>
      </w: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</w:t>
      </w: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…........................................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imię i nazwisko, podpis wykonawcy</w:t>
      </w:r>
    </w:p>
    <w:p w:rsidR="00F33EB0" w:rsidRDefault="00DA5E08">
      <w:pPr>
        <w:pStyle w:val="Standard"/>
        <w:spacing w:after="0" w:line="24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lub osoby uprawnionej do reprezentowania</w:t>
      </w:r>
    </w:p>
    <w:p w:rsidR="00F33EB0" w:rsidRDefault="00F33EB0">
      <w:pPr>
        <w:pStyle w:val="Standard"/>
        <w:spacing w:after="0" w:line="240" w:lineRule="auto"/>
        <w:ind w:left="426" w:hanging="426"/>
        <w:jc w:val="both"/>
        <w:rPr>
          <w:sz w:val="24"/>
          <w:szCs w:val="24"/>
        </w:rPr>
      </w:pPr>
    </w:p>
    <w:sectPr w:rsidR="00F33EB0">
      <w:pgSz w:w="11906" w:h="16838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35D" w:rsidRDefault="001D635D">
      <w:pPr>
        <w:spacing w:after="0" w:line="240" w:lineRule="auto"/>
      </w:pPr>
      <w:r>
        <w:separator/>
      </w:r>
    </w:p>
  </w:endnote>
  <w:endnote w:type="continuationSeparator" w:id="1">
    <w:p w:rsidR="001D635D" w:rsidRDefault="001D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 sans-serif">
    <w:altName w:val="Arial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35D" w:rsidRDefault="001D635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1D635D" w:rsidRDefault="001D6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7752"/>
    <w:multiLevelType w:val="multilevel"/>
    <w:tmpl w:val="96BC346E"/>
    <w:styleLink w:val="WWNum2"/>
    <w:lvl w:ilvl="0">
      <w:numFmt w:val="bullet"/>
      <w:lvlText w:val="-"/>
      <w:lvlJc w:val="left"/>
      <w:pPr>
        <w:ind w:left="1587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1D7E345C"/>
    <w:multiLevelType w:val="multilevel"/>
    <w:tmpl w:val="F5045CE6"/>
    <w:styleLink w:val="WWNum7"/>
    <w:lvl w:ilvl="0">
      <w:numFmt w:val="bullet"/>
      <w:lvlText w:val="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>
    <w:nsid w:val="21D8259A"/>
    <w:multiLevelType w:val="multilevel"/>
    <w:tmpl w:val="9C9CAAEE"/>
    <w:styleLink w:val="WWNum1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25352861"/>
    <w:multiLevelType w:val="multilevel"/>
    <w:tmpl w:val="8F3ED9DC"/>
    <w:styleLink w:val="WWNum9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355C4C33"/>
    <w:multiLevelType w:val="multilevel"/>
    <w:tmpl w:val="25DCD704"/>
    <w:styleLink w:val="WWNum8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3C554C82"/>
    <w:multiLevelType w:val="multilevel"/>
    <w:tmpl w:val="DC3EF540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>
    <w:nsid w:val="49630FEB"/>
    <w:multiLevelType w:val="multilevel"/>
    <w:tmpl w:val="AF42E436"/>
    <w:styleLink w:val="WWNum5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decimal"/>
      <w:lvlText w:val="(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7">
    <w:nsid w:val="57C13E59"/>
    <w:multiLevelType w:val="multilevel"/>
    <w:tmpl w:val="340CF97C"/>
    <w:styleLink w:val="WWNum3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6A3B2D2C"/>
    <w:multiLevelType w:val="multilevel"/>
    <w:tmpl w:val="36362862"/>
    <w:styleLink w:val="WWNum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1.%2.%3."/>
      <w:lvlJc w:val="right"/>
      <w:pPr>
        <w:ind w:left="2367" w:hanging="180"/>
      </w:p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0"/>
    <w:lvlOverride w:ilvl="0"/>
  </w:num>
  <w:num w:numId="12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autoHyphenation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33EB0"/>
    <w:rsid w:val="001D635D"/>
    <w:rsid w:val="00746DCB"/>
    <w:rsid w:val="00DA5E08"/>
    <w:rsid w:val="00F33EB0"/>
    <w:rsid w:val="00FA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Tekstblokowy1">
    <w:name w:val="Tekst blokowy1"/>
    <w:basedOn w:val="Standard"/>
    <w:pPr>
      <w:spacing w:after="0" w:line="240" w:lineRule="auto"/>
      <w:ind w:left="567" w:right="113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lucyna</cp:lastModifiedBy>
  <cp:revision>2</cp:revision>
  <cp:lastPrinted>2018-09-25T10:44:00Z</cp:lastPrinted>
  <dcterms:created xsi:type="dcterms:W3CDTF">2019-08-26T10:08:00Z</dcterms:created>
  <dcterms:modified xsi:type="dcterms:W3CDTF">2019-08-26T10:08:00Z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